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21CB46EC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0F18B8">
        <w:rPr>
          <w:rFonts w:eastAsia="Times New Roman" w:cs="Times New Roman"/>
          <w:lang w:eastAsia="cs-CZ"/>
        </w:rPr>
        <w:t>7</w:t>
      </w:r>
      <w:r w:rsidR="006C438A">
        <w:rPr>
          <w:rFonts w:eastAsia="Times New Roman" w:cs="Times New Roman"/>
          <w:lang w:eastAsia="cs-CZ"/>
        </w:rPr>
        <w:t xml:space="preserve"> -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E43CF89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7F4B2E">
        <w:rPr>
          <w:rFonts w:eastAsia="Times New Roman" w:cs="Times New Roman"/>
          <w:lang w:eastAsia="cs-CZ"/>
        </w:rPr>
        <w:t xml:space="preserve">podává nabídku na </w:t>
      </w:r>
      <w:r w:rsidR="00645A29" w:rsidRPr="007F4B2E">
        <w:rPr>
          <w:rFonts w:eastAsia="Times New Roman" w:cs="Times New Roman"/>
          <w:lang w:eastAsia="cs-CZ"/>
        </w:rPr>
        <w:t>na</w:t>
      </w:r>
      <w:r w:rsidRPr="007F4B2E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7F4B2E">
        <w:rPr>
          <w:rFonts w:eastAsia="Times New Roman" w:cs="Times New Roman"/>
          <w:b/>
          <w:lang w:eastAsia="cs-CZ"/>
        </w:rPr>
        <w:t>„</w:t>
      </w:r>
      <w:bookmarkEnd w:id="0"/>
      <w:r w:rsidR="007F4B2E" w:rsidRPr="007F4B2E">
        <w:rPr>
          <w:rFonts w:cs="Verdana,Bold"/>
          <w:b/>
          <w:bCs/>
        </w:rPr>
        <w:t>Zřízení společného datového prostředí (</w:t>
      </w:r>
      <w:proofErr w:type="spellStart"/>
      <w:r w:rsidR="007F4B2E" w:rsidRPr="007F4B2E">
        <w:rPr>
          <w:rFonts w:cs="Verdana,Bold"/>
          <w:b/>
          <w:bCs/>
        </w:rPr>
        <w:t>Common</w:t>
      </w:r>
      <w:proofErr w:type="spellEnd"/>
      <w:r w:rsidR="007F4B2E" w:rsidRPr="007F4B2E">
        <w:rPr>
          <w:rFonts w:cs="Verdana,Bold"/>
          <w:b/>
          <w:bCs/>
        </w:rPr>
        <w:t xml:space="preserve"> Data </w:t>
      </w:r>
      <w:proofErr w:type="spellStart"/>
      <w:r w:rsidR="007F4B2E" w:rsidRPr="007F4B2E">
        <w:rPr>
          <w:rFonts w:cs="Verdana,Bold"/>
          <w:b/>
          <w:bCs/>
        </w:rPr>
        <w:t>Environment</w:t>
      </w:r>
      <w:proofErr w:type="spellEnd"/>
      <w:r w:rsidR="007F4B2E" w:rsidRPr="007F4B2E">
        <w:rPr>
          <w:rFonts w:cs="Verdana,Bold"/>
          <w:b/>
          <w:bCs/>
        </w:rPr>
        <w:t xml:space="preserve"> – CDE) v rámci implementace BIM</w:t>
      </w:r>
      <w:r w:rsidRPr="007F4B2E">
        <w:rPr>
          <w:rFonts w:eastAsia="Times New Roman" w:cs="Times New Roman"/>
          <w:b/>
          <w:lang w:eastAsia="cs-CZ"/>
        </w:rPr>
        <w:t xml:space="preserve">“, </w:t>
      </w:r>
      <w:r w:rsidRPr="007F4B2E">
        <w:rPr>
          <w:rFonts w:eastAsia="Times New Roman" w:cs="Times New Roman"/>
          <w:lang w:eastAsia="cs-CZ"/>
        </w:rPr>
        <w:t xml:space="preserve">č.j. </w:t>
      </w:r>
      <w:r w:rsidR="00F95B1C" w:rsidRPr="00FB0020">
        <w:rPr>
          <w:rFonts w:eastAsia="Times New Roman" w:cs="Times New Roman"/>
          <w:lang w:eastAsia="cs-CZ"/>
        </w:rPr>
        <w:t>46984/2023-SŽ-GŘ-O8</w:t>
      </w:r>
      <w:r w:rsidRPr="007F4B2E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 3 roky před zahájením zadávacího řízení po</w:t>
      </w:r>
      <w:r w:rsidRPr="00CB5CA3">
        <w:rPr>
          <w:rFonts w:eastAsia="Times New Roman" w:cs="Times New Roman"/>
          <w:lang w:eastAsia="cs-CZ"/>
        </w:rPr>
        <w:t xml:space="preserve">skytoval alespoň </w:t>
      </w:r>
      <w:r w:rsidR="007F4B2E" w:rsidRPr="00CB5CA3">
        <w:rPr>
          <w:rFonts w:eastAsia="Times New Roman" w:cs="Times New Roman"/>
          <w:lang w:eastAsia="cs-CZ"/>
        </w:rPr>
        <w:t>1</w:t>
      </w:r>
      <w:r w:rsidRPr="00CB5CA3">
        <w:rPr>
          <w:rFonts w:eastAsia="Times New Roman" w:cs="Times New Roman"/>
          <w:lang w:eastAsia="cs-CZ"/>
        </w:rPr>
        <w:t xml:space="preserve"> významn</w:t>
      </w:r>
      <w:r w:rsidR="007F4B2E" w:rsidRPr="00CB5CA3">
        <w:rPr>
          <w:rFonts w:eastAsia="Times New Roman" w:cs="Times New Roman"/>
          <w:lang w:eastAsia="cs-CZ"/>
        </w:rPr>
        <w:t>ou zakázku, definovanou v čl. 13.1</w:t>
      </w:r>
      <w:r w:rsidR="003D126D" w:rsidRPr="00CB5CA3">
        <w:rPr>
          <w:rFonts w:eastAsia="Times New Roman" w:cs="Times New Roman"/>
          <w:lang w:eastAsia="cs-CZ"/>
        </w:rPr>
        <w:t>.2</w:t>
      </w:r>
      <w:r w:rsidR="007F4B2E" w:rsidRPr="00CB5CA3">
        <w:rPr>
          <w:rFonts w:eastAsia="Times New Roman" w:cs="Times New Roman"/>
          <w:lang w:eastAsia="cs-CZ"/>
        </w:rPr>
        <w:t xml:space="preserve"> Zadávací dokumentace, jejímž předmětem byla implementace společného datového prostředí v organizaci v objemu min. 2.000.000 Kč bez DPH nebo 3 významné zakázky, definované v čl. 13.1</w:t>
      </w:r>
      <w:r w:rsidR="001B1CCC" w:rsidRPr="00CB5CA3">
        <w:rPr>
          <w:rFonts w:eastAsia="Times New Roman" w:cs="Times New Roman"/>
          <w:lang w:eastAsia="cs-CZ"/>
        </w:rPr>
        <w:t>.2</w:t>
      </w:r>
      <w:r w:rsidR="007F4B2E" w:rsidRPr="00CB5CA3">
        <w:rPr>
          <w:rFonts w:eastAsia="Times New Roman" w:cs="Times New Roman"/>
          <w:lang w:eastAsia="cs-CZ"/>
        </w:rPr>
        <w:t xml:space="preserve"> Zadávací dokumentace, jejichž předmětem byla implementace společného datového prostředí</w:t>
      </w:r>
      <w:r w:rsidR="00E10169" w:rsidRPr="00CB5CA3">
        <w:rPr>
          <w:rFonts w:eastAsia="Times New Roman" w:cs="Times New Roman"/>
          <w:lang w:eastAsia="cs-CZ"/>
        </w:rPr>
        <w:t xml:space="preserve"> pro služby v rozsahu zpracování </w:t>
      </w:r>
      <w:r w:rsidR="007F4B2E" w:rsidRPr="00CB5CA3">
        <w:rPr>
          <w:rFonts w:eastAsia="Times New Roman" w:cs="Times New Roman"/>
          <w:lang w:eastAsia="cs-CZ"/>
        </w:rPr>
        <w:t xml:space="preserve"> </w:t>
      </w:r>
      <w:r w:rsidR="007D059D" w:rsidRPr="00CB5CA3">
        <w:t>dokumentace stavby nebo stavební práce, které byly v obou případech zpracovávané v režimu BIM</w:t>
      </w:r>
      <w:r w:rsidR="00CB5CA3" w:rsidRPr="00CB5CA3">
        <w:t>,</w:t>
      </w:r>
      <w:r w:rsidR="007D059D" w:rsidRPr="00CB5CA3">
        <w:rPr>
          <w:rFonts w:eastAsia="Times New Roman" w:cs="Times New Roman"/>
          <w:lang w:eastAsia="cs-CZ"/>
        </w:rPr>
        <w:t xml:space="preserve"> </w:t>
      </w:r>
      <w:r w:rsidR="007F4B2E" w:rsidRPr="00CB5CA3">
        <w:rPr>
          <w:rFonts w:eastAsia="Times New Roman" w:cs="Times New Roman"/>
          <w:lang w:eastAsia="cs-CZ"/>
        </w:rPr>
        <w:t>v objemu min. 1.000.000,- Kč bez DPH za každou významnou zakázku</w:t>
      </w:r>
      <w:r w:rsidRPr="00CB5CA3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43651ADC" w:rsidR="003C4FBB" w:rsidRPr="00CB5CA3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B5CA3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CB5CA3">
              <w:rPr>
                <w:rFonts w:eastAsia="Times New Roman" w:cs="Times New Roman"/>
                <w:b/>
                <w:spacing w:val="-6"/>
                <w:lang w:eastAsia="cs-CZ"/>
              </w:rPr>
              <w:t>služby/</w:t>
            </w:r>
            <w:r w:rsidRPr="00CB5CA3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  <w:r w:rsidR="00A1780E" w:rsidRPr="00CB5CA3">
              <w:rPr>
                <w:rFonts w:eastAsia="Times New Roman" w:cs="Times New Roman"/>
                <w:b/>
                <w:spacing w:val="-6"/>
                <w:lang w:eastAsia="cs-CZ"/>
              </w:rPr>
              <w:t xml:space="preserve">, </w:t>
            </w:r>
          </w:p>
          <w:p w14:paraId="6CFAF384" w14:textId="488BC21D" w:rsidR="003C4FBB" w:rsidRPr="00CB5CA3" w:rsidRDefault="00897B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B5CA3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CB5CA3">
              <w:rPr>
                <w:rFonts w:eastAsia="Times New Roman" w:cs="Times New Roman"/>
                <w:spacing w:val="-6"/>
                <w:lang w:eastAsia="cs-CZ"/>
              </w:rPr>
              <w:t>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4FDA6C" w14:textId="270281F3" w:rsidR="003C4FBB" w:rsidRPr="00CB5CA3" w:rsidRDefault="003C4FBB" w:rsidP="00CB5CA3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B5CA3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CB5CA3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služby/dodávky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264013C8" w:rsidR="003C4FBB" w:rsidRPr="00CB5CA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B5CA3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CB5CA3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služby/dodávky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bookmarkStart w:id="1" w:name="_GoBack"/>
            <w:bookmarkEnd w:id="1"/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D6AA3" w14:paraId="53B07B7C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BA1AF93" w14:textId="77777777" w:rsidR="005D6AA3" w:rsidRDefault="005D6AA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4D9A194" w14:textId="77777777" w:rsidR="005D6AA3" w:rsidRDefault="005D6AA3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C1851F4" w14:textId="77777777" w:rsidR="005D6AA3" w:rsidRDefault="005D6AA3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D768" w14:textId="77777777" w:rsidR="005D6AA3" w:rsidRDefault="005D6AA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D7BEA" w14:textId="77777777" w:rsidR="00A52074" w:rsidRDefault="00A52074" w:rsidP="00962258">
      <w:pPr>
        <w:spacing w:after="0" w:line="240" w:lineRule="auto"/>
      </w:pPr>
      <w:r>
        <w:separator/>
      </w:r>
    </w:p>
  </w:endnote>
  <w:endnote w:type="continuationSeparator" w:id="0">
    <w:p w14:paraId="332885DC" w14:textId="77777777" w:rsidR="00A52074" w:rsidRDefault="00A520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676147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BDB4D4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8D7696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43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43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F2511D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A0FD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F2396" w14:textId="77777777" w:rsidR="00A52074" w:rsidRDefault="00A52074" w:rsidP="00962258">
      <w:pPr>
        <w:spacing w:after="0" w:line="240" w:lineRule="auto"/>
      </w:pPr>
      <w:r>
        <w:separator/>
      </w:r>
    </w:p>
  </w:footnote>
  <w:footnote w:type="continuationSeparator" w:id="0">
    <w:p w14:paraId="00A40F2A" w14:textId="77777777" w:rsidR="00A52074" w:rsidRDefault="00A520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0F18B8"/>
    <w:rsid w:val="0010693F"/>
    <w:rsid w:val="00114472"/>
    <w:rsid w:val="001550BC"/>
    <w:rsid w:val="001605B9"/>
    <w:rsid w:val="00170EC5"/>
    <w:rsid w:val="001747C1"/>
    <w:rsid w:val="00184743"/>
    <w:rsid w:val="001B1CCC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3D126D"/>
    <w:rsid w:val="003F29B6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6AA3"/>
    <w:rsid w:val="005F1404"/>
    <w:rsid w:val="0061068E"/>
    <w:rsid w:val="00645A29"/>
    <w:rsid w:val="00660AD3"/>
    <w:rsid w:val="00677B7F"/>
    <w:rsid w:val="006A5570"/>
    <w:rsid w:val="006A689C"/>
    <w:rsid w:val="006B3D79"/>
    <w:rsid w:val="006C438A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059D"/>
    <w:rsid w:val="007E4A6E"/>
    <w:rsid w:val="007F4B2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52074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B5CA3"/>
    <w:rsid w:val="00CD1FC4"/>
    <w:rsid w:val="00D21061"/>
    <w:rsid w:val="00D4108E"/>
    <w:rsid w:val="00D6163D"/>
    <w:rsid w:val="00D73D46"/>
    <w:rsid w:val="00D8053E"/>
    <w:rsid w:val="00D831A3"/>
    <w:rsid w:val="00DC75F3"/>
    <w:rsid w:val="00DD46F3"/>
    <w:rsid w:val="00DD64BF"/>
    <w:rsid w:val="00DE56F2"/>
    <w:rsid w:val="00DF116D"/>
    <w:rsid w:val="00E10169"/>
    <w:rsid w:val="00E36C4A"/>
    <w:rsid w:val="00EB104F"/>
    <w:rsid w:val="00EB1E41"/>
    <w:rsid w:val="00EC52DC"/>
    <w:rsid w:val="00ED14BD"/>
    <w:rsid w:val="00EF2C9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B1C"/>
    <w:rsid w:val="00FC212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153539-6A52-4C03-A894-66E4CF316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15</cp:revision>
  <cp:lastPrinted>2017-11-28T17:18:00Z</cp:lastPrinted>
  <dcterms:created xsi:type="dcterms:W3CDTF">2022-11-23T11:45:00Z</dcterms:created>
  <dcterms:modified xsi:type="dcterms:W3CDTF">2023-07-11T14:30:00Z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